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8B79E" w14:textId="77777777" w:rsidR="00326153" w:rsidRDefault="00326153" w:rsidP="0032615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787920CE" w14:textId="77777777" w:rsidR="00326153" w:rsidRDefault="00326153" w:rsidP="00326153">
      <w:pPr>
        <w:spacing w:after="0" w:line="30" w:lineRule="atLeas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9EC7B11" w14:textId="2278C6DD" w:rsidR="00326153" w:rsidRDefault="00326153" w:rsidP="00326153">
      <w:pPr>
        <w:spacing w:after="0" w:line="30" w:lineRule="atLeas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76ED9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76ED9">
        <w:rPr>
          <w:rFonts w:ascii="Corbel" w:hAnsi="Corbel"/>
          <w:b/>
          <w:smallCaps/>
          <w:sz w:val="24"/>
          <w:szCs w:val="24"/>
        </w:rPr>
        <w:t>8</w:t>
      </w:r>
    </w:p>
    <w:p w14:paraId="79400FA3" w14:textId="79E3FD44" w:rsidR="00326153" w:rsidRPr="00326153" w:rsidRDefault="00326153" w:rsidP="00326153">
      <w:pPr>
        <w:spacing w:after="0" w:line="30" w:lineRule="atLeast"/>
        <w:rPr>
          <w:rFonts w:ascii="Corbel" w:hAnsi="Corbe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26153">
        <w:rPr>
          <w:rFonts w:ascii="Corbel" w:hAnsi="Corbel"/>
        </w:rPr>
        <w:t>(skrajne daty)</w:t>
      </w:r>
    </w:p>
    <w:p w14:paraId="2F1115B6" w14:textId="794320B6" w:rsidR="00326153" w:rsidRPr="00EA4832" w:rsidRDefault="00326153" w:rsidP="00326153">
      <w:pPr>
        <w:spacing w:after="0" w:line="30" w:lineRule="atLeas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76ED9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76ED9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5990E5" w14:textId="77777777" w:rsidTr="00E76ED9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E9B9C" w14:textId="77777777" w:rsidR="0085747A" w:rsidRPr="009C54AE" w:rsidRDefault="00A152D4" w:rsidP="7854CD4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854CD46">
              <w:rPr>
                <w:rFonts w:ascii="Corbel" w:hAnsi="Corbel"/>
                <w:bCs/>
                <w:sz w:val="24"/>
                <w:szCs w:val="24"/>
              </w:rPr>
              <w:t>Międzynarodowe stosunki gospodarcze</w:t>
            </w:r>
          </w:p>
        </w:tc>
      </w:tr>
      <w:tr w:rsidR="0085747A" w:rsidRPr="009C54AE" w14:paraId="4328907F" w14:textId="77777777" w:rsidTr="00E76ED9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D98BC1" w14:textId="77777777" w:rsidR="0085747A" w:rsidRPr="009C54AE" w:rsidRDefault="00E24B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MK_29</w:t>
            </w:r>
          </w:p>
        </w:tc>
      </w:tr>
      <w:tr w:rsidR="00E76ED9" w:rsidRPr="009C54AE" w14:paraId="5C0172EC" w14:textId="77777777" w:rsidTr="00E76ED9">
        <w:tc>
          <w:tcPr>
            <w:tcW w:w="2694" w:type="dxa"/>
            <w:vAlign w:val="center"/>
          </w:tcPr>
          <w:p w14:paraId="249A5C16" w14:textId="77777777" w:rsidR="00E76ED9" w:rsidRPr="009C54AE" w:rsidRDefault="00E76ED9" w:rsidP="00E76ED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7255606B" w:rsidR="00E76ED9" w:rsidRPr="00E76ED9" w:rsidRDefault="00E76ED9" w:rsidP="00E76E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6ED9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E76ED9" w:rsidRPr="009C54AE" w14:paraId="75D25519" w14:textId="77777777" w:rsidTr="00E76ED9">
        <w:tc>
          <w:tcPr>
            <w:tcW w:w="2694" w:type="dxa"/>
            <w:vAlign w:val="center"/>
          </w:tcPr>
          <w:p w14:paraId="0A39E105" w14:textId="77777777" w:rsidR="00E76ED9" w:rsidRPr="009C54AE" w:rsidRDefault="00E76ED9" w:rsidP="00E76ED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46F531D1" w14:textId="2FC37C45" w:rsidR="00E76ED9" w:rsidRPr="00E76ED9" w:rsidRDefault="00E76ED9" w:rsidP="00E76E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6ED9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E76ED9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11529C0C" w14:textId="77777777" w:rsidTr="00E76ED9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2D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3A488BE5" w14:textId="77777777" w:rsidTr="00E76ED9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E4151E" w14:textId="77777777" w:rsidTr="00E76ED9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0678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152D4" w:rsidRPr="00A152D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D5168EE" w14:textId="77777777" w:rsidTr="00E76ED9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767C2" w14:textId="78F7F44E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D52F6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85747A" w:rsidRPr="009C54AE" w14:paraId="480733A6" w14:textId="77777777" w:rsidTr="00E76ED9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E24B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00E76ED9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8B3120C" w14:textId="77777777" w:rsidTr="00E76ED9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DD0988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Joachim Popek</w:t>
            </w:r>
          </w:p>
        </w:tc>
      </w:tr>
      <w:tr w:rsidR="0085747A" w:rsidRPr="009C54AE" w14:paraId="412928AA" w14:textId="77777777" w:rsidTr="00E76ED9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CE4E85" w14:textId="77777777" w:rsidR="0085747A" w:rsidRPr="009C54AE" w:rsidRDefault="00A152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Joachim Popek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885"/>
        <w:gridCol w:w="810"/>
        <w:gridCol w:w="915"/>
        <w:gridCol w:w="750"/>
        <w:gridCol w:w="795"/>
        <w:gridCol w:w="586"/>
        <w:gridCol w:w="948"/>
        <w:gridCol w:w="1189"/>
        <w:gridCol w:w="1505"/>
      </w:tblGrid>
      <w:tr w:rsidR="00015B8F" w:rsidRPr="009C54AE" w14:paraId="4A00F406" w14:textId="77777777" w:rsidTr="7854CD4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3D1778" w14:textId="77777777" w:rsidTr="7854CD46">
        <w:trPr>
          <w:trHeight w:val="453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E22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101A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152D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152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5A8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ABA2029">
        <w:rPr>
          <w:rFonts w:ascii="Corbel" w:hAnsi="Corbel"/>
          <w:smallCaps w:val="0"/>
        </w:rPr>
        <w:t>1.</w:t>
      </w:r>
      <w:r w:rsidR="00E22FBC" w:rsidRPr="4ABA2029">
        <w:rPr>
          <w:rFonts w:ascii="Corbel" w:hAnsi="Corbel"/>
          <w:smallCaps w:val="0"/>
        </w:rPr>
        <w:t>2</w:t>
      </w:r>
      <w:r w:rsidR="00F83B28" w:rsidRPr="4ABA2029">
        <w:rPr>
          <w:rFonts w:ascii="Corbel" w:hAnsi="Corbel"/>
          <w:smallCaps w:val="0"/>
        </w:rPr>
        <w:t>.</w:t>
      </w:r>
      <w:r>
        <w:tab/>
      </w:r>
      <w:r w:rsidRPr="4ABA2029">
        <w:rPr>
          <w:rFonts w:ascii="Corbel" w:hAnsi="Corbel"/>
          <w:smallCaps w:val="0"/>
        </w:rPr>
        <w:t xml:space="preserve">Sposób realizacji zajęć  </w:t>
      </w:r>
    </w:p>
    <w:p w14:paraId="521A6957" w14:textId="08E72C3B" w:rsidR="4ABA2029" w:rsidRDefault="4ABA2029" w:rsidP="4ABA2029">
      <w:pPr>
        <w:pStyle w:val="Punktygwne"/>
        <w:spacing w:before="0" w:after="0"/>
        <w:ind w:left="709"/>
        <w:rPr>
          <w:rFonts w:ascii="MS Gothic" w:eastAsia="MS Gothic" w:hAnsi="MS Gothic" w:cs="MS Gothic"/>
          <w:u w:val="single"/>
        </w:rPr>
      </w:pPr>
    </w:p>
    <w:p w14:paraId="47C316DF" w14:textId="77777777" w:rsidR="0085747A" w:rsidRPr="00A152D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A152D4">
        <w:rPr>
          <w:rFonts w:ascii="MS Gothic" w:eastAsia="MS Gothic" w:hAnsi="MS Gothic" w:cs="MS Gothic" w:hint="eastAsia"/>
          <w:szCs w:val="24"/>
          <w:u w:val="single"/>
        </w:rPr>
        <w:t>☐</w:t>
      </w:r>
      <w:r w:rsidRPr="00A152D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8C0B96E" w:rsidR="00E22FBC" w:rsidRPr="009C54AE" w:rsidRDefault="00E22FBC" w:rsidP="4ABA2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ABA2029">
        <w:rPr>
          <w:rFonts w:ascii="Corbel" w:hAnsi="Corbel"/>
          <w:smallCaps w:val="0"/>
        </w:rPr>
        <w:t xml:space="preserve">1.3 </w:t>
      </w:r>
      <w:r>
        <w:tab/>
      </w:r>
      <w:r w:rsidRPr="4ABA2029">
        <w:rPr>
          <w:rFonts w:ascii="Corbel" w:hAnsi="Corbel"/>
          <w:smallCaps w:val="0"/>
        </w:rPr>
        <w:t>For</w:t>
      </w:r>
      <w:r w:rsidR="00445970" w:rsidRPr="4ABA2029">
        <w:rPr>
          <w:rFonts w:ascii="Corbel" w:hAnsi="Corbel"/>
          <w:smallCaps w:val="0"/>
        </w:rPr>
        <w:t xml:space="preserve">ma zaliczenia przedmiotu </w:t>
      </w:r>
      <w:r w:rsidRPr="4ABA2029">
        <w:rPr>
          <w:rFonts w:ascii="Corbel" w:hAnsi="Corbel"/>
          <w:smallCaps w:val="0"/>
        </w:rPr>
        <w:t xml:space="preserve">(z toku) </w:t>
      </w:r>
      <w:r w:rsidRPr="4ABA2029">
        <w:rPr>
          <w:rFonts w:ascii="Corbel" w:hAnsi="Corbel"/>
          <w:b w:val="0"/>
          <w:smallCaps w:val="0"/>
        </w:rPr>
        <w:t>(egzamin, zaliczenie z oceną, zaliczenie bez oceny)</w:t>
      </w:r>
    </w:p>
    <w:p w14:paraId="543CA6E7" w14:textId="77777777" w:rsidR="009C54AE" w:rsidRDefault="00A152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1C8F3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854CD46">
        <w:rPr>
          <w:rFonts w:ascii="Corbel" w:hAnsi="Corbel"/>
        </w:rPr>
        <w:t xml:space="preserve">2.Wymagania wstępne </w:t>
      </w:r>
    </w:p>
    <w:p w14:paraId="03F64929" w14:textId="5E094CF5" w:rsidR="7854CD46" w:rsidRDefault="7854CD46" w:rsidP="7854CD4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3080FB" w14:textId="77777777" w:rsidTr="00745302">
        <w:tc>
          <w:tcPr>
            <w:tcW w:w="9670" w:type="dxa"/>
          </w:tcPr>
          <w:p w14:paraId="5A8DED0F" w14:textId="77777777" w:rsidR="0085747A" w:rsidRPr="009C54AE" w:rsidRDefault="00A152D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C964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i makroekonomii oraz przemian gospodarczych na świecie w XIX i XX wieku.</w:t>
            </w:r>
          </w:p>
        </w:tc>
      </w:tr>
    </w:tbl>
    <w:p w14:paraId="72A3D3EC" w14:textId="11C29E75" w:rsidR="00153C41" w:rsidRDefault="1C50F71B" w:rsidP="7B95C97A">
      <w:pPr>
        <w:pStyle w:val="Punktygwne"/>
        <w:spacing w:before="0" w:after="0"/>
        <w:rPr>
          <w:rFonts w:ascii="Corbel" w:hAnsi="Corbel"/>
        </w:rPr>
      </w:pPr>
      <w:r w:rsidRPr="7B95C97A">
        <w:rPr>
          <w:rFonts w:ascii="Corbel" w:hAnsi="Corbel"/>
        </w:rPr>
        <w:t xml:space="preserve"> </w:t>
      </w:r>
    </w:p>
    <w:p w14:paraId="0D0B940D" w14:textId="77777777" w:rsidR="00C96462" w:rsidRDefault="00C9646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271720A" w:rsidR="0085747A" w:rsidRPr="00C05F44" w:rsidRDefault="0071620A" w:rsidP="4ABA2029">
      <w:pPr>
        <w:pStyle w:val="Punktygwne"/>
        <w:spacing w:before="0" w:after="0"/>
        <w:rPr>
          <w:rFonts w:ascii="Corbel" w:hAnsi="Corbel"/>
        </w:rPr>
      </w:pPr>
      <w:r w:rsidRPr="4ABA2029">
        <w:rPr>
          <w:rFonts w:ascii="Corbel" w:hAnsi="Corbel"/>
        </w:rPr>
        <w:lastRenderedPageBreak/>
        <w:t>3.</w:t>
      </w:r>
      <w:r w:rsidR="0085747A" w:rsidRPr="4ABA2029">
        <w:rPr>
          <w:rFonts w:ascii="Corbel" w:hAnsi="Corbel"/>
        </w:rPr>
        <w:t xml:space="preserve"> </w:t>
      </w:r>
      <w:r w:rsidR="00A84C85" w:rsidRPr="4ABA2029">
        <w:rPr>
          <w:rFonts w:ascii="Corbel" w:hAnsi="Corbel"/>
        </w:rPr>
        <w:t>cele, efekty uczenia się</w:t>
      </w:r>
      <w:r w:rsidR="0085747A" w:rsidRPr="4ABA2029">
        <w:rPr>
          <w:rFonts w:ascii="Corbel" w:hAnsi="Corbel"/>
        </w:rPr>
        <w:t>, treści Programowe i stosowane metody Dydaktyczne</w:t>
      </w:r>
    </w:p>
    <w:p w14:paraId="0E27B0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061E4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BF8B58A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1E14DC" w14:textId="77777777" w:rsidR="0085747A" w:rsidRPr="009C54AE" w:rsidRDefault="00A87E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podstawowych procesów gospodarczych zachodzących na świecie w XIX-XXI wieku (przyczyny zmian, konsekwencje przeobrażeń); </w:t>
            </w:r>
          </w:p>
        </w:tc>
      </w:tr>
      <w:tr w:rsidR="0085747A" w:rsidRPr="009C54AE" w14:paraId="2A62E564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A87EB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A5381" w14:textId="77777777" w:rsidR="0085747A" w:rsidRPr="009C54AE" w:rsidRDefault="006F5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</w:t>
            </w:r>
            <w:r w:rsidR="00A87EBD">
              <w:rPr>
                <w:rFonts w:ascii="Corbel" w:hAnsi="Corbel"/>
                <w:b w:val="0"/>
                <w:sz w:val="24"/>
                <w:szCs w:val="24"/>
              </w:rPr>
              <w:t xml:space="preserve"> kluczowych aspektów międzynarodowych stosunków gospodarczych, w tym relacji, związków i zależności ekonomicznych na świecie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021A1FB8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87EB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BC858D" w14:textId="77777777" w:rsidR="0085747A" w:rsidRPr="009C54AE" w:rsidRDefault="006F5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systemów gospodarczych, systemów poglądów oraz zasad funkcjonowania handlu międzynarodowego, przepływu kapitału i międzynarodowych organizacji gospodarczych;</w:t>
            </w:r>
          </w:p>
        </w:tc>
      </w:tr>
      <w:tr w:rsidR="006F5990" w:rsidRPr="009C54AE" w14:paraId="3D5DC629" w14:textId="77777777" w:rsidTr="00923D7D">
        <w:tc>
          <w:tcPr>
            <w:tcW w:w="851" w:type="dxa"/>
            <w:vAlign w:val="center"/>
          </w:tcPr>
          <w:p w14:paraId="7C12F916" w14:textId="77777777" w:rsidR="006F5990" w:rsidRPr="009C54AE" w:rsidRDefault="006F5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A9DF7B0" w14:textId="77777777" w:rsidR="006F5990" w:rsidRDefault="006F5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5990">
              <w:rPr>
                <w:rFonts w:ascii="Corbel" w:hAnsi="Corbel"/>
                <w:b w:val="0"/>
                <w:sz w:val="24"/>
                <w:szCs w:val="24"/>
              </w:rPr>
              <w:t>Rozumienie krótko- i długoterminowych skutków zjawisk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świecie</w:t>
            </w:r>
          </w:p>
        </w:tc>
      </w:tr>
    </w:tbl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4D5A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7B95C97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F2FA0F" w14:textId="77777777" w:rsidTr="7B95C97A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0D5B989" w14:textId="5EDE3993" w:rsidR="0085747A" w:rsidRPr="009C54AE" w:rsidRDefault="4D3C8A1B" w:rsidP="7B95C9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B95C97A">
              <w:rPr>
                <w:rFonts w:ascii="Corbel" w:hAnsi="Corbel"/>
                <w:b w:val="0"/>
                <w:smallCaps w:val="0"/>
              </w:rPr>
              <w:t xml:space="preserve">Zna i rozumie podstawowe modele poglądów oraz systemów gospodarczych funkcjonujących na świecie w </w:t>
            </w:r>
            <w:r w:rsidR="5788F832" w:rsidRPr="7B95C97A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7B95C97A">
              <w:rPr>
                <w:rFonts w:ascii="Corbel" w:hAnsi="Corbel"/>
                <w:b w:val="0"/>
                <w:smallCaps w:val="0"/>
              </w:rPr>
              <w:t xml:space="preserve">XIX-XXI w. </w:t>
            </w:r>
          </w:p>
        </w:tc>
        <w:tc>
          <w:tcPr>
            <w:tcW w:w="1873" w:type="dxa"/>
          </w:tcPr>
          <w:p w14:paraId="20B9DF29" w14:textId="0D410CC5" w:rsidR="0085747A" w:rsidRPr="009C54AE" w:rsidRDefault="7A331228" w:rsidP="7854C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854CD46">
              <w:rPr>
                <w:rFonts w:ascii="Corbel" w:hAnsi="Corbel"/>
                <w:b w:val="0"/>
                <w:smallCaps w:val="0"/>
              </w:rPr>
              <w:t>K_</w:t>
            </w:r>
            <w:r w:rsidR="00C96462" w:rsidRPr="7854CD46">
              <w:rPr>
                <w:rFonts w:ascii="Corbel" w:hAnsi="Corbel"/>
                <w:b w:val="0"/>
                <w:smallCaps w:val="0"/>
              </w:rPr>
              <w:t>W</w:t>
            </w:r>
            <w:r w:rsidR="04C81BDD" w:rsidRPr="7854CD46">
              <w:rPr>
                <w:rFonts w:ascii="Corbel" w:hAnsi="Corbel"/>
                <w:b w:val="0"/>
                <w:smallCaps w:val="0"/>
              </w:rPr>
              <w:t>0</w:t>
            </w:r>
            <w:r w:rsidR="00C96462" w:rsidRPr="7854CD46">
              <w:rPr>
                <w:rFonts w:ascii="Corbel" w:hAnsi="Corbel"/>
                <w:b w:val="0"/>
                <w:smallCaps w:val="0"/>
              </w:rPr>
              <w:t>5</w:t>
            </w:r>
          </w:p>
        </w:tc>
      </w:tr>
      <w:tr w:rsidR="0085747A" w:rsidRPr="009C54AE" w14:paraId="3356907F" w14:textId="77777777" w:rsidTr="7B95C97A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E5B94E" w14:textId="5E36792B" w:rsidR="0085747A" w:rsidRPr="009C54AE" w:rsidRDefault="71B5651D" w:rsidP="7B95C9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B95C97A">
              <w:rPr>
                <w:rFonts w:ascii="Corbel" w:hAnsi="Corbel"/>
                <w:b w:val="0"/>
                <w:smallCaps w:val="0"/>
              </w:rPr>
              <w:t xml:space="preserve">Potrafi wykazać </w:t>
            </w:r>
            <w:r w:rsidR="74B36692" w:rsidRPr="7B95C97A">
              <w:rPr>
                <w:rFonts w:ascii="Corbel" w:hAnsi="Corbel"/>
                <w:b w:val="0"/>
                <w:smallCaps w:val="0"/>
              </w:rPr>
              <w:t>i dokonać selektywnego wyboru historycznych oraz najnowszych informacji występujących w międzynarodowych relacjach i</w:t>
            </w:r>
            <w:r w:rsidR="59D5A3AD" w:rsidRPr="7B95C97A">
              <w:rPr>
                <w:rFonts w:ascii="Corbel" w:hAnsi="Corbel"/>
                <w:b w:val="0"/>
                <w:smallCaps w:val="0"/>
              </w:rPr>
              <w:t xml:space="preserve"> </w:t>
            </w:r>
            <w:r w:rsidR="74B36692" w:rsidRPr="7B95C97A">
              <w:rPr>
                <w:rFonts w:ascii="Corbel" w:hAnsi="Corbel"/>
                <w:b w:val="0"/>
                <w:smallCaps w:val="0"/>
              </w:rPr>
              <w:t xml:space="preserve">zależnościach gospodarczych, określić ich wiarygodność, </w:t>
            </w:r>
            <w:r w:rsidR="1EB667CC" w:rsidRPr="7B95C97A">
              <w:rPr>
                <w:rFonts w:ascii="Corbel" w:hAnsi="Corbel"/>
                <w:b w:val="0"/>
                <w:smallCaps w:val="0"/>
              </w:rPr>
              <w:t xml:space="preserve">na </w:t>
            </w:r>
            <w:r w:rsidR="74B36692" w:rsidRPr="7B95C97A">
              <w:rPr>
                <w:rFonts w:ascii="Corbel" w:hAnsi="Corbel"/>
                <w:b w:val="0"/>
                <w:smallCaps w:val="0"/>
              </w:rPr>
              <w:t xml:space="preserve">podstawie zdobytej wiedzy dokonać </w:t>
            </w:r>
            <w:r w:rsidR="1EB667CC" w:rsidRPr="7B95C97A">
              <w:rPr>
                <w:rFonts w:ascii="Corbel" w:hAnsi="Corbel"/>
                <w:b w:val="0"/>
                <w:smallCaps w:val="0"/>
              </w:rPr>
              <w:t xml:space="preserve">ich właściwej analizy, a także przeprowadzić wnioskowanie. </w:t>
            </w:r>
          </w:p>
        </w:tc>
        <w:tc>
          <w:tcPr>
            <w:tcW w:w="1873" w:type="dxa"/>
          </w:tcPr>
          <w:p w14:paraId="3382CC61" w14:textId="4AA1246E" w:rsidR="0085747A" w:rsidRPr="009C54AE" w:rsidRDefault="67D675CC" w:rsidP="7854C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854CD46">
              <w:rPr>
                <w:rFonts w:ascii="Corbel" w:hAnsi="Corbel"/>
                <w:b w:val="0"/>
                <w:smallCaps w:val="0"/>
              </w:rPr>
              <w:t>K_</w:t>
            </w:r>
            <w:r w:rsidR="00C96462" w:rsidRPr="7854CD46">
              <w:rPr>
                <w:rFonts w:ascii="Corbel" w:hAnsi="Corbel"/>
                <w:b w:val="0"/>
                <w:smallCaps w:val="0"/>
              </w:rPr>
              <w:t>U</w:t>
            </w:r>
            <w:r w:rsidR="2257A3ED" w:rsidRPr="7854CD46">
              <w:rPr>
                <w:rFonts w:ascii="Corbel" w:hAnsi="Corbel"/>
                <w:b w:val="0"/>
                <w:smallCaps w:val="0"/>
              </w:rPr>
              <w:t>0</w:t>
            </w:r>
            <w:r w:rsidR="00C96462" w:rsidRPr="7854CD46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  <w:tr w:rsidR="0085747A" w:rsidRPr="009C54AE" w14:paraId="1669B5BB" w14:textId="77777777" w:rsidTr="7B95C97A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7EB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CE381ED" w14:textId="0721A153" w:rsidR="0085747A" w:rsidRPr="009C54AE" w:rsidRDefault="1EB667CC" w:rsidP="7B95C9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B95C97A">
              <w:rPr>
                <w:rFonts w:ascii="Corbel" w:hAnsi="Corbel"/>
                <w:b w:val="0"/>
                <w:smallCaps w:val="0"/>
              </w:rPr>
              <w:t>Potrafi przeprowadzić prawidłową analizę relacji i</w:t>
            </w:r>
            <w:r w:rsidR="7BBBB2FE" w:rsidRPr="7B95C97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B95C97A">
              <w:rPr>
                <w:rFonts w:ascii="Corbel" w:hAnsi="Corbel"/>
                <w:b w:val="0"/>
                <w:smallCaps w:val="0"/>
              </w:rPr>
              <w:t>zależności przyczynowo</w:t>
            </w:r>
            <w:r w:rsidR="4AEA0060" w:rsidRPr="7B95C97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B95C97A">
              <w:rPr>
                <w:rFonts w:ascii="Corbel" w:hAnsi="Corbel"/>
                <w:b w:val="0"/>
                <w:smallCaps w:val="0"/>
              </w:rPr>
              <w:t>-</w:t>
            </w:r>
            <w:r w:rsidR="4AEA0060" w:rsidRPr="7B95C97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B95C97A">
              <w:rPr>
                <w:rFonts w:ascii="Corbel" w:hAnsi="Corbel"/>
                <w:b w:val="0"/>
                <w:smallCaps w:val="0"/>
              </w:rPr>
              <w:t>skutkowych obecnych w</w:t>
            </w:r>
            <w:r w:rsidR="35919D1A" w:rsidRPr="7B95C97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B95C97A">
              <w:rPr>
                <w:rFonts w:ascii="Corbel" w:hAnsi="Corbel"/>
                <w:b w:val="0"/>
                <w:smallCaps w:val="0"/>
              </w:rPr>
              <w:t>międzynarodowych stosunkach gospodarczych.</w:t>
            </w:r>
          </w:p>
        </w:tc>
        <w:tc>
          <w:tcPr>
            <w:tcW w:w="1873" w:type="dxa"/>
          </w:tcPr>
          <w:p w14:paraId="4FCE59A3" w14:textId="686D41E3" w:rsidR="0085747A" w:rsidRPr="009C54AE" w:rsidRDefault="70BAE176" w:rsidP="7854C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854CD46">
              <w:rPr>
                <w:rFonts w:ascii="Corbel" w:hAnsi="Corbel"/>
                <w:b w:val="0"/>
                <w:smallCaps w:val="0"/>
              </w:rPr>
              <w:t>K_</w:t>
            </w:r>
            <w:r w:rsidR="00C96462" w:rsidRPr="7854CD46">
              <w:rPr>
                <w:rFonts w:ascii="Corbel" w:hAnsi="Corbel"/>
                <w:b w:val="0"/>
                <w:smallCaps w:val="0"/>
              </w:rPr>
              <w:t>U</w:t>
            </w:r>
            <w:r w:rsidR="617492E1" w:rsidRPr="7854CD46">
              <w:rPr>
                <w:rFonts w:ascii="Corbel" w:hAnsi="Corbel"/>
                <w:b w:val="0"/>
                <w:smallCaps w:val="0"/>
              </w:rPr>
              <w:t>0</w:t>
            </w:r>
            <w:r w:rsidR="00C96462" w:rsidRPr="7854CD46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E36BA4" w:rsidRPr="009C54AE" w14:paraId="0271FBE7" w14:textId="77777777" w:rsidTr="7B95C97A">
        <w:tc>
          <w:tcPr>
            <w:tcW w:w="1701" w:type="dxa"/>
          </w:tcPr>
          <w:p w14:paraId="78C3198C" w14:textId="77777777" w:rsidR="00E36BA4" w:rsidRPr="009C54AE" w:rsidRDefault="00E36B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8D45B5" w14:textId="3CD44E42" w:rsidR="00E36BA4" w:rsidRDefault="1EB667CC" w:rsidP="7B95C9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B95C97A">
              <w:rPr>
                <w:rFonts w:ascii="Corbel" w:hAnsi="Corbel"/>
                <w:b w:val="0"/>
                <w:smallCaps w:val="0"/>
              </w:rPr>
              <w:t>Potrafi zinterpretować działania i procesy decyzyjne zachodzące w międzynarodowych stosunkach gospodarczych, w tym przede wszystkim w kontekście aktywności największych gospodarek na świecie i</w:t>
            </w:r>
            <w:r w:rsidR="69BB7B94" w:rsidRPr="7B95C97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B95C97A">
              <w:rPr>
                <w:rFonts w:ascii="Corbel" w:hAnsi="Corbel"/>
                <w:b w:val="0"/>
                <w:smallCaps w:val="0"/>
              </w:rPr>
              <w:t>globalnych instytucji ekonomicznych.</w:t>
            </w:r>
          </w:p>
        </w:tc>
        <w:tc>
          <w:tcPr>
            <w:tcW w:w="1873" w:type="dxa"/>
          </w:tcPr>
          <w:p w14:paraId="3CD1015C" w14:textId="011629B4" w:rsidR="00E36BA4" w:rsidRPr="00C96462" w:rsidRDefault="21E33C14" w:rsidP="7854C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854CD46">
              <w:rPr>
                <w:rFonts w:ascii="Corbel" w:hAnsi="Corbel"/>
                <w:b w:val="0"/>
                <w:smallCaps w:val="0"/>
              </w:rPr>
              <w:t>K_</w:t>
            </w:r>
            <w:r w:rsidR="1EB667CC" w:rsidRPr="7854CD46">
              <w:rPr>
                <w:rFonts w:ascii="Corbel" w:hAnsi="Corbel"/>
                <w:b w:val="0"/>
                <w:smallCaps w:val="0"/>
              </w:rPr>
              <w:t>U</w:t>
            </w:r>
            <w:r w:rsidR="4E57F7BC" w:rsidRPr="7854CD46">
              <w:rPr>
                <w:rFonts w:ascii="Corbel" w:hAnsi="Corbel"/>
                <w:b w:val="0"/>
                <w:smallCaps w:val="0"/>
              </w:rPr>
              <w:t>0</w:t>
            </w:r>
            <w:r w:rsidR="1EB667CC" w:rsidRPr="7854CD46">
              <w:rPr>
                <w:rFonts w:ascii="Corbel" w:hAnsi="Corbel"/>
                <w:b w:val="0"/>
                <w:smallCaps w:val="0"/>
              </w:rPr>
              <w:t>1</w:t>
            </w:r>
          </w:p>
        </w:tc>
      </w:tr>
    </w:tbl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4ABA20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446E4D2" w14:textId="77777777" w:rsidTr="00923D7D">
        <w:tc>
          <w:tcPr>
            <w:tcW w:w="9639" w:type="dxa"/>
          </w:tcPr>
          <w:p w14:paraId="0354AA45" w14:textId="77777777" w:rsidR="0085747A" w:rsidRPr="009C54AE" w:rsidRDefault="00C35E10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globalna – wprowadzenie do terminologii i podstawowych pojęć</w:t>
            </w:r>
          </w:p>
        </w:tc>
      </w:tr>
      <w:tr w:rsidR="00C35E10" w:rsidRPr="009C54AE" w14:paraId="03C54646" w14:textId="77777777" w:rsidTr="00923D7D">
        <w:tc>
          <w:tcPr>
            <w:tcW w:w="9639" w:type="dxa"/>
          </w:tcPr>
          <w:p w14:paraId="4F2E8250" w14:textId="77777777" w:rsidR="00C35E10" w:rsidRDefault="008F4CBC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światowa </w:t>
            </w:r>
            <w:r w:rsidR="00366522">
              <w:rPr>
                <w:rFonts w:ascii="Corbel" w:hAnsi="Corbel"/>
                <w:sz w:val="24"/>
                <w:szCs w:val="24"/>
              </w:rPr>
              <w:t>w XIX – XX wieku – wprowadzenie do tematu</w:t>
            </w:r>
            <w:r w:rsidR="00C35E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87C118F" w14:textId="77777777" w:rsidTr="00923D7D">
        <w:tc>
          <w:tcPr>
            <w:tcW w:w="9639" w:type="dxa"/>
          </w:tcPr>
          <w:p w14:paraId="618570C3" w14:textId="77777777" w:rsidR="0085747A" w:rsidRPr="009C54AE" w:rsidRDefault="00C35E10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poglądów – liberalizm, strukturalizm, merkantylizm</w:t>
            </w:r>
          </w:p>
        </w:tc>
      </w:tr>
      <w:tr w:rsidR="00100018" w:rsidRPr="009C54AE" w14:paraId="3663DF5C" w14:textId="77777777" w:rsidTr="00923D7D">
        <w:tc>
          <w:tcPr>
            <w:tcW w:w="9639" w:type="dxa"/>
          </w:tcPr>
          <w:p w14:paraId="481E809E" w14:textId="77777777" w:rsidR="00100018" w:rsidRDefault="00100018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Produkcja i podział pracy na świecie</w:t>
            </w:r>
          </w:p>
        </w:tc>
      </w:tr>
      <w:tr w:rsidR="0085747A" w:rsidRPr="009C54AE" w14:paraId="430F0959" w14:textId="77777777" w:rsidTr="00923D7D">
        <w:tc>
          <w:tcPr>
            <w:tcW w:w="9639" w:type="dxa"/>
          </w:tcPr>
          <w:p w14:paraId="73F9DC8D" w14:textId="77777777" w:rsidR="0085747A" w:rsidRPr="009C54AE" w:rsidRDefault="00366522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Handel międzynarodowy – teorie </w:t>
            </w:r>
            <w:r w:rsidR="00100018">
              <w:rPr>
                <w:rFonts w:ascii="Corbel" w:hAnsi="Corbel"/>
                <w:sz w:val="24"/>
                <w:szCs w:val="24"/>
              </w:rPr>
              <w:t>i odniesienia</w:t>
            </w:r>
          </w:p>
        </w:tc>
      </w:tr>
      <w:tr w:rsidR="00C35E10" w:rsidRPr="009C54AE" w14:paraId="6C67A69B" w14:textId="77777777" w:rsidTr="00923D7D">
        <w:tc>
          <w:tcPr>
            <w:tcW w:w="9639" w:type="dxa"/>
          </w:tcPr>
          <w:p w14:paraId="4BFA7080" w14:textId="77777777" w:rsidR="00C35E10" w:rsidRPr="009C54AE" w:rsidRDefault="00100018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Usługi w międzynarodowej gospodarce </w:t>
            </w:r>
          </w:p>
        </w:tc>
      </w:tr>
      <w:tr w:rsidR="00100018" w:rsidRPr="009C54AE" w14:paraId="41866E5A" w14:textId="77777777" w:rsidTr="00923D7D">
        <w:tc>
          <w:tcPr>
            <w:tcW w:w="9639" w:type="dxa"/>
          </w:tcPr>
          <w:p w14:paraId="6CE0D9BC" w14:textId="77777777" w:rsidR="00100018" w:rsidRPr="009C54AE" w:rsidRDefault="00100018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Przepływ kapitału – pojęcie, formy i skutki międzynarodowego przepływu kapitału</w:t>
            </w:r>
          </w:p>
        </w:tc>
      </w:tr>
      <w:tr w:rsidR="00100018" w:rsidRPr="009C54AE" w14:paraId="6DD6F0D1" w14:textId="77777777" w:rsidTr="00923D7D">
        <w:tc>
          <w:tcPr>
            <w:tcW w:w="9639" w:type="dxa"/>
          </w:tcPr>
          <w:p w14:paraId="0C433521" w14:textId="77777777" w:rsidR="00100018" w:rsidRPr="009C54AE" w:rsidRDefault="00AD3B4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m</w:t>
            </w:r>
            <w:r w:rsidRPr="00AD3B4E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AD3B4E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AD3B4E">
              <w:rPr>
                <w:rFonts w:ascii="Corbel" w:hAnsi="Corbel"/>
                <w:sz w:val="24"/>
                <w:szCs w:val="24"/>
              </w:rPr>
              <w:t xml:space="preserve"> gospodarcz</w:t>
            </w:r>
            <w:r>
              <w:rPr>
                <w:rFonts w:ascii="Corbel" w:hAnsi="Corbel"/>
                <w:sz w:val="24"/>
                <w:szCs w:val="24"/>
              </w:rPr>
              <w:t>ych (GATT, WTO, Bank Światowy, MFW</w:t>
            </w:r>
            <w:r w:rsidR="00053F50">
              <w:rPr>
                <w:rFonts w:ascii="Corbel" w:hAnsi="Corbel"/>
                <w:sz w:val="24"/>
                <w:szCs w:val="24"/>
              </w:rPr>
              <w:t xml:space="preserve">, EIB, </w:t>
            </w:r>
            <w:r w:rsidR="00053F50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AIIB, </w:t>
            </w:r>
            <w:r w:rsidR="00053F50" w:rsidRPr="00053F50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EBRD</w:t>
            </w:r>
            <w:r w:rsidR="00053F50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) </w:t>
            </w:r>
          </w:p>
        </w:tc>
      </w:tr>
      <w:tr w:rsidR="00100018" w:rsidRPr="009C54AE" w14:paraId="0218B96C" w14:textId="77777777" w:rsidTr="00923D7D">
        <w:tc>
          <w:tcPr>
            <w:tcW w:w="9639" w:type="dxa"/>
          </w:tcPr>
          <w:p w14:paraId="6449E5A4" w14:textId="77777777" w:rsidR="00100018" w:rsidRPr="009C54AE" w:rsidRDefault="00053F50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Kryzysy finansowe i inne problemy w </w:t>
            </w:r>
            <w:r w:rsidR="008D5D3E">
              <w:rPr>
                <w:rFonts w:ascii="Corbel" w:hAnsi="Corbel"/>
                <w:sz w:val="24"/>
                <w:szCs w:val="24"/>
              </w:rPr>
              <w:t>zwoju gospodarczym</w:t>
            </w:r>
          </w:p>
        </w:tc>
      </w:tr>
      <w:tr w:rsidR="00AD3B4E" w:rsidRPr="009C54AE" w14:paraId="1D652E6A" w14:textId="77777777" w:rsidTr="00923D7D">
        <w:tc>
          <w:tcPr>
            <w:tcW w:w="9639" w:type="dxa"/>
          </w:tcPr>
          <w:p w14:paraId="1B84A30C" w14:textId="77777777" w:rsidR="00AD3B4E" w:rsidRPr="009C54AE" w:rsidRDefault="008D5D3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monetarna i walutowa (kursy i zmiany w systemie walutowym na świecie)</w:t>
            </w:r>
          </w:p>
        </w:tc>
      </w:tr>
      <w:tr w:rsidR="008D5D3E" w:rsidRPr="009C54AE" w14:paraId="67D87360" w14:textId="77777777" w:rsidTr="00923D7D">
        <w:tc>
          <w:tcPr>
            <w:tcW w:w="9639" w:type="dxa"/>
          </w:tcPr>
          <w:p w14:paraId="360C006A" w14:textId="77777777" w:rsidR="008D5D3E" w:rsidRPr="009C54AE" w:rsidRDefault="008D5D3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Regionalne i międzynarodowe procesy integrujące gospodarkę</w:t>
            </w:r>
          </w:p>
        </w:tc>
      </w:tr>
      <w:tr w:rsidR="008D5D3E" w:rsidRPr="009C54AE" w14:paraId="45610508" w14:textId="77777777" w:rsidTr="00923D7D">
        <w:tc>
          <w:tcPr>
            <w:tcW w:w="9639" w:type="dxa"/>
          </w:tcPr>
          <w:p w14:paraId="4E0BC9A7" w14:textId="77777777" w:rsidR="008D5D3E" w:rsidRDefault="008D5D3E" w:rsidP="008D5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Wzrost gospodarczy i jego problemy (</w:t>
            </w:r>
            <w:r w:rsidR="004635BD">
              <w:rPr>
                <w:rFonts w:ascii="Corbel" w:hAnsi="Corbel"/>
                <w:sz w:val="24"/>
                <w:szCs w:val="24"/>
              </w:rPr>
              <w:t>rozwój państw wg WRS)</w:t>
            </w:r>
          </w:p>
        </w:tc>
      </w:tr>
    </w:tbl>
    <w:p w14:paraId="45FB08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ABA20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4ABA2029">
        <w:rPr>
          <w:rFonts w:ascii="Corbel" w:hAnsi="Corbel"/>
          <w:sz w:val="24"/>
          <w:szCs w:val="24"/>
        </w:rPr>
        <w:t xml:space="preserve">, </w:t>
      </w:r>
      <w:r w:rsidRPr="4ABA20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4ABA2029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3128261" w14:textId="77777777" w:rsidTr="4ABA2029">
        <w:tc>
          <w:tcPr>
            <w:tcW w:w="9639" w:type="dxa"/>
          </w:tcPr>
          <w:p w14:paraId="62486C05" w14:textId="7B66A2AB" w:rsidR="0085747A" w:rsidRPr="009C54AE" w:rsidRDefault="1A5A8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ABA202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ABA2029">
        <w:rPr>
          <w:rFonts w:ascii="Corbel" w:hAnsi="Corbel"/>
          <w:smallCaps w:val="0"/>
        </w:rPr>
        <w:t>3.4 Metody dydaktyczne</w:t>
      </w:r>
      <w:r w:rsidRPr="4ABA2029">
        <w:rPr>
          <w:rFonts w:ascii="Corbel" w:hAnsi="Corbel"/>
          <w:b w:val="0"/>
          <w:smallCaps w:val="0"/>
        </w:rPr>
        <w:t xml:space="preserve"> </w:t>
      </w:r>
    </w:p>
    <w:p w14:paraId="61ECCC01" w14:textId="3F98904C" w:rsidR="4ABA2029" w:rsidRDefault="4ABA2029" w:rsidP="4ABA2029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6E29C9E" w14:textId="77777777" w:rsidR="0085747A" w:rsidRPr="009C54AE" w:rsidRDefault="00C964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4ABA2029">
        <w:rPr>
          <w:rFonts w:ascii="Corbel" w:hAnsi="Corbel"/>
          <w:b w:val="0"/>
          <w:smallCaps w:val="0"/>
        </w:rPr>
        <w:t>Wykład, wykład z prezentacją multimedialną, analiza przypadków, dyskusja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4ABA2029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33889423" w:rsidR="0085747A" w:rsidRPr="009C54AE" w:rsidRDefault="00A84C85" w:rsidP="4ABA20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ABA20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EE1CD03" w:rsidRPr="4ABA20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7DC129B" w14:textId="77777777" w:rsidTr="4ABA2029">
        <w:tc>
          <w:tcPr>
            <w:tcW w:w="1962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88DD7D" w14:textId="77777777" w:rsidR="0085747A" w:rsidRPr="00C96462" w:rsidRDefault="00C964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00276226" w14:textId="77777777" w:rsidR="0085747A" w:rsidRPr="009C54AE" w:rsidRDefault="00C964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96462" w:rsidRPr="009C54AE" w14:paraId="14C12C34" w14:textId="77777777" w:rsidTr="4ABA2029">
        <w:tc>
          <w:tcPr>
            <w:tcW w:w="1962" w:type="dxa"/>
          </w:tcPr>
          <w:p w14:paraId="727CF0E4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06EDCEB" w14:textId="77777777" w:rsidR="00C96462" w:rsidRPr="00C96462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31983E7E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96462" w:rsidRPr="009C54AE" w14:paraId="200654BC" w14:textId="77777777" w:rsidTr="4ABA2029">
        <w:tc>
          <w:tcPr>
            <w:tcW w:w="1962" w:type="dxa"/>
          </w:tcPr>
          <w:p w14:paraId="3D1CB954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3BBEB495" w14:textId="77777777" w:rsidR="00C96462" w:rsidRPr="00C96462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0BE2171" w14:textId="77777777" w:rsidR="00C96462" w:rsidRPr="009C54AE" w:rsidRDefault="00C96462" w:rsidP="00C964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C1A44" w:rsidRPr="009C54AE" w14:paraId="65970C70" w14:textId="77777777" w:rsidTr="00E47AC4">
        <w:tc>
          <w:tcPr>
            <w:tcW w:w="1962" w:type="dxa"/>
          </w:tcPr>
          <w:p w14:paraId="2CC17EAF" w14:textId="1E2ABCF5" w:rsidR="00AC1A44" w:rsidRPr="009C54AE" w:rsidRDefault="00AC1A44" w:rsidP="00E47A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625D046" w14:textId="77777777" w:rsidR="00AC1A44" w:rsidRPr="00C96462" w:rsidRDefault="00AC1A44" w:rsidP="00E47A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3B3D8F5" w14:textId="77777777" w:rsidR="00AC1A44" w:rsidRPr="009C54AE" w:rsidRDefault="00AC1A44" w:rsidP="00E47A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2AD48E" w14:textId="77777777" w:rsidTr="00923D7D">
        <w:tc>
          <w:tcPr>
            <w:tcW w:w="9670" w:type="dxa"/>
          </w:tcPr>
          <w:p w14:paraId="1059709F" w14:textId="77777777" w:rsidR="00923D7D" w:rsidRPr="009C54AE" w:rsidRDefault="00C964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wykładach</w:t>
            </w:r>
            <w:r w:rsidR="00C46785">
              <w:rPr>
                <w:rFonts w:ascii="Corbel" w:hAnsi="Corbel"/>
                <w:b w:val="0"/>
                <w:smallCaps w:val="0"/>
                <w:szCs w:val="24"/>
              </w:rPr>
              <w:t>, udział w dyskusji, pozytywna ocena z egzaminu ustnego</w:t>
            </w:r>
          </w:p>
          <w:p w14:paraId="6D98A1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4ABA2029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C2E163" w14:textId="77777777" w:rsidTr="4ABA2029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ABA2029">
              <w:rPr>
                <w:rFonts w:ascii="Corbel" w:hAnsi="Corbel"/>
                <w:sz w:val="24"/>
                <w:szCs w:val="24"/>
              </w:rPr>
              <w:t>G</w:t>
            </w:r>
            <w:r w:rsidR="0085747A" w:rsidRPr="4ABA20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ABA202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4ABA2029">
              <w:rPr>
                <w:rFonts w:ascii="Corbel" w:hAnsi="Corbel"/>
                <w:sz w:val="24"/>
                <w:szCs w:val="24"/>
              </w:rPr>
              <w:t xml:space="preserve"> w</w:t>
            </w:r>
            <w:r w:rsidRPr="4ABA202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4ABA202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4ABA2029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4ABA2029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3AC31CCF" w:rsidRPr="4ABA2029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4ABA2029">
              <w:rPr>
                <w:rFonts w:ascii="Corbel" w:hAnsi="Corbel"/>
                <w:sz w:val="24"/>
                <w:szCs w:val="24"/>
              </w:rPr>
              <w:t xml:space="preserve"> </w:t>
            </w:r>
            <w:r w:rsidRPr="4ABA2029">
              <w:rPr>
                <w:rFonts w:ascii="Corbel" w:hAnsi="Corbel"/>
                <w:sz w:val="24"/>
                <w:szCs w:val="24"/>
              </w:rPr>
              <w:t>studiów</w:t>
            </w:r>
            <w:r w:rsidR="3AC31CCF" w:rsidRPr="4ABA20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2A4FFC0" w14:textId="77777777" w:rsidR="0085747A" w:rsidRPr="009C54AE" w:rsidRDefault="0006786C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4678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70080A6" w14:textId="77777777" w:rsidTr="4ABA2029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C46785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548879C" w14:textId="77777777" w:rsidTr="4ABA2029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5C510C" w14:textId="77777777" w:rsidR="00C61DC5" w:rsidRPr="009C54AE" w:rsidRDefault="0006786C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467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0D7B6FD" w14:textId="77777777" w:rsidTr="4ABA2029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4B1212" w14:textId="77777777" w:rsidR="0085747A" w:rsidRPr="009C54AE" w:rsidRDefault="00C46785" w:rsidP="00C467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0AD00C0E" w14:textId="77777777" w:rsidTr="4ABA2029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4635BD" w:rsidP="00463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C2E41B" w14:textId="77777777" w:rsidR="0085747A" w:rsidRPr="009C54AE" w:rsidRDefault="00C46785" w:rsidP="00C46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D9AC6E" w14:textId="77777777" w:rsidR="0085747A" w:rsidRPr="009C54AE" w:rsidRDefault="00C46785" w:rsidP="00C46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5440" w14:paraId="112C35B4" w14:textId="77777777" w:rsidTr="7B95C97A">
        <w:trPr>
          <w:trHeight w:val="397"/>
        </w:trPr>
        <w:tc>
          <w:tcPr>
            <w:tcW w:w="7513" w:type="dxa"/>
          </w:tcPr>
          <w:p w14:paraId="0D317C7E" w14:textId="77777777" w:rsidR="0085747A" w:rsidRDefault="0085747A" w:rsidP="4ABA202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ABA2029">
              <w:rPr>
                <w:rFonts w:ascii="Corbel" w:hAnsi="Corbel"/>
                <w:bCs/>
                <w:smallCaps w:val="0"/>
              </w:rPr>
              <w:t>Literatura podstawowa:</w:t>
            </w:r>
            <w:r w:rsidR="71915E0D" w:rsidRPr="4ABA2029">
              <w:rPr>
                <w:rFonts w:ascii="Corbel" w:hAnsi="Corbel"/>
                <w:bCs/>
                <w:smallCaps w:val="0"/>
              </w:rPr>
              <w:t xml:space="preserve"> </w:t>
            </w:r>
          </w:p>
          <w:p w14:paraId="7CC5FEFE" w14:textId="759740C6" w:rsidR="4ABA2029" w:rsidRDefault="4ABA2029" w:rsidP="4ABA202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FE3E2B6" w14:textId="35B3D16D" w:rsidR="009519A2" w:rsidRDefault="49447BE2" w:rsidP="4ABA20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ABA20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E. </w:t>
            </w:r>
            <w:proofErr w:type="spellStart"/>
            <w:r w:rsidRPr="4ABA2029">
              <w:rPr>
                <w:rFonts w:ascii="Corbel" w:hAnsi="Corbel"/>
                <w:b w:val="0"/>
                <w:smallCaps w:val="0"/>
                <w:color w:val="000000" w:themeColor="text1"/>
              </w:rPr>
              <w:t>Jantoń</w:t>
            </w:r>
            <w:proofErr w:type="spellEnd"/>
            <w:r w:rsidRPr="4ABA202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-Drozdowska, </w:t>
            </w:r>
            <w:r w:rsidRPr="4ABA202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Międzynarodowe stosunki gospodarcze</w:t>
            </w:r>
            <w:r w:rsidRPr="4ABA2029">
              <w:rPr>
                <w:rFonts w:ascii="Corbel" w:hAnsi="Corbel"/>
                <w:b w:val="0"/>
                <w:smallCaps w:val="0"/>
                <w:color w:val="000000" w:themeColor="text1"/>
              </w:rPr>
              <w:t>, Poznań 2009.</w:t>
            </w:r>
          </w:p>
          <w:p w14:paraId="116EEB94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Bożyk,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Międzynarodowe stosunki gospodarcze: teoria i polityka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167C1D3B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Oziewicz</w:t>
            </w:r>
            <w:proofErr w:type="spellEnd"/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Michałowski, </w:t>
            </w: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Międzynarodowe stosunki gospodarcze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14:paraId="63919548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rozwoju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R. Piaseckiego, 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2007.</w:t>
            </w:r>
          </w:p>
          <w:p w14:paraId="215A8968" w14:textId="77777777" w:rsidR="00BD6D58" w:rsidRDefault="00BD6D58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Global economics: past, present </w:t>
            </w:r>
            <w:r w:rsidR="00DC5440"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&amp; f</w:t>
            </w:r>
            <w:r w:rsid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uture</w:t>
            </w:r>
            <w:r w:rsidR="00DC544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pod red. </w:t>
            </w:r>
            <w:r w:rsidR="00DC5440" w:rsidRP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I.K. Hejduk oraz S</w:t>
            </w:r>
            <w:r w:rsid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Bakalarczyka, Warszawa 2013.</w:t>
            </w:r>
          </w:p>
          <w:p w14:paraId="27E02615" w14:textId="77777777" w:rsidR="00DC5440" w:rsidRDefault="00DC5440" w:rsidP="009519A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A. P. Reed,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Money and global economy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1998.</w:t>
            </w:r>
          </w:p>
          <w:p w14:paraId="03A4A13C" w14:textId="77777777" w:rsidR="0098466D" w:rsidRPr="0098466D" w:rsidRDefault="00DC5440" w:rsidP="0098466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Międzynarodowe stosunki </w:t>
            </w:r>
            <w:proofErr w:type="spellStart"/>
            <w:r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gospdoarcze</w:t>
            </w:r>
            <w:proofErr w:type="spellEnd"/>
            <w:r w:rsidRP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ed. J. Rymarczyka</w:t>
            </w:r>
            <w:r w:rsidR="0098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  <w:tr w:rsidR="0085747A" w:rsidRPr="0098466D" w14:paraId="25E4ADF8" w14:textId="77777777" w:rsidTr="7B95C97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4ABA202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ABA2029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193091C" w14:textId="2478B629" w:rsidR="4ABA2029" w:rsidRDefault="4ABA2029" w:rsidP="4ABA202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7402862" w14:textId="77777777" w:rsidR="009519A2" w:rsidRPr="00BD6D58" w:rsidRDefault="00BD6D58" w:rsidP="009519A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J.M. Keynes, </w:t>
            </w: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Ogólna teoria zatrudnienia, procentu i pieniądza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1985</w:t>
            </w:r>
          </w:p>
          <w:p w14:paraId="48B048C2" w14:textId="77777777" w:rsidR="00BD6D58" w:rsidRPr="00BD6D58" w:rsidRDefault="00BD6D58" w:rsidP="009519A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r w:rsidRPr="00BD6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D6D5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stosunki gospodarcze w świecie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14:paraId="5A557AEE" w14:textId="77777777" w:rsidR="00BD6D58" w:rsidRPr="00DC5440" w:rsidRDefault="00DC5440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Zientara,</w:t>
            </w:r>
            <w:r w:rsidRPr="00DC54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Międzynarodowe migracje o charakterze ekonomicznym: przyczyny, mechanizmy, konsekwencje, </w:t>
            </w:r>
            <w:r w:rsidRPr="00DC5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0DABFBE" w14:textId="22E5F5F8" w:rsidR="00DC5440" w:rsidRPr="00DC5440" w:rsidRDefault="3B549182" w:rsidP="4ABA202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  <w:lang w:val="en-US"/>
              </w:rPr>
            </w:pPr>
            <w:r w:rsidRPr="4ABA2029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L.E. Preston, D. Windsor</w:t>
            </w:r>
            <w:r w:rsidRPr="4ABA202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lang w:val="en-US"/>
              </w:rPr>
              <w:t>, The rules of the game in the global economy: policy regimes for international business</w:t>
            </w:r>
            <w:r w:rsidRPr="4ABA2029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Boston 1997.</w:t>
            </w:r>
          </w:p>
          <w:p w14:paraId="69A66159" w14:textId="77777777" w:rsidR="00DC5440" w:rsidRPr="0098466D" w:rsidRDefault="0098466D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 regionalizmu i globalizacji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98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 red. J. Rymarczyka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2011.</w:t>
            </w:r>
          </w:p>
          <w:p w14:paraId="5B94F672" w14:textId="77777777" w:rsidR="0098466D" w:rsidRDefault="0098466D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</w:pPr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M. </w:t>
            </w:r>
            <w:proofErr w:type="spellStart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Dziembała</w:t>
            </w:r>
            <w:proofErr w:type="spellEnd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J. Kos-</w:t>
            </w:r>
            <w:proofErr w:type="spellStart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Łabędowicz</w:t>
            </w:r>
            <w:proofErr w:type="spellEnd"/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, S. Talar, </w:t>
            </w: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  <w:t>Międzynarodowe powiązania gospodarcze Stanów Zjednoczonych Ameryki</w:t>
            </w:r>
            <w:r w:rsidRPr="0098466D"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Katowice 2018.</w:t>
            </w:r>
          </w:p>
          <w:p w14:paraId="4DA5E54A" w14:textId="7DAEBF3A" w:rsidR="0098466D" w:rsidRDefault="422143C9" w:rsidP="4ABA202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pacing w:val="-8"/>
              </w:rPr>
            </w:pPr>
            <w:r w:rsidRPr="4ABA2029">
              <w:rPr>
                <w:rFonts w:ascii="Corbel" w:hAnsi="Corbel"/>
                <w:b w:val="0"/>
                <w:smallCaps w:val="0"/>
                <w:color w:val="000000"/>
                <w:spacing w:val="-8"/>
              </w:rPr>
              <w:t xml:space="preserve">M. Kaczmarski, </w:t>
            </w:r>
            <w:r w:rsidRPr="4ABA2029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8"/>
              </w:rPr>
              <w:t>Jedwabna globalizacja: chińska wizja ładu międzynarodowego</w:t>
            </w:r>
            <w:r w:rsidRPr="4ABA2029">
              <w:rPr>
                <w:rFonts w:ascii="Corbel" w:hAnsi="Corbel"/>
                <w:b w:val="0"/>
                <w:smallCaps w:val="0"/>
                <w:color w:val="000000"/>
                <w:spacing w:val="-8"/>
              </w:rPr>
              <w:t xml:space="preserve">, Warszawa 2016. </w:t>
            </w:r>
          </w:p>
          <w:p w14:paraId="289DBFC0" w14:textId="77777777" w:rsidR="0098466D" w:rsidRPr="0098466D" w:rsidRDefault="0098466D" w:rsidP="00DC54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</w:pP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  <w:t>Wprowadzenie do ekonomii międzynarodowej</w:t>
            </w:r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, pod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Mińskiej-Struzik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Warszawa 2012.</w:t>
            </w:r>
          </w:p>
          <w:p w14:paraId="0D0E6BA1" w14:textId="77777777" w:rsidR="0098466D" w:rsidRPr="0098466D" w:rsidRDefault="0098466D" w:rsidP="0098466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R.T.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Oktaba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 xml:space="preserve">, </w:t>
            </w:r>
            <w:r w:rsidRPr="0098466D">
              <w:rPr>
                <w:rFonts w:ascii="Corbel" w:hAnsi="Corbel"/>
                <w:b w:val="0"/>
                <w:i/>
                <w:smallCaps w:val="0"/>
                <w:color w:val="000000"/>
                <w:spacing w:val="-8"/>
                <w:szCs w:val="24"/>
              </w:rPr>
              <w:t>Międzynarodowe stosunki gospodarcze</w:t>
            </w:r>
            <w:r>
              <w:rPr>
                <w:rFonts w:ascii="Corbel" w:hAnsi="Corbel"/>
                <w:b w:val="0"/>
                <w:smallCaps w:val="0"/>
                <w:color w:val="000000"/>
                <w:spacing w:val="-8"/>
                <w:szCs w:val="24"/>
              </w:rPr>
              <w:t>, Warszawa 2013.</w:t>
            </w:r>
          </w:p>
        </w:tc>
      </w:tr>
    </w:tbl>
    <w:p w14:paraId="23DE523C" w14:textId="77777777" w:rsidR="0085747A" w:rsidRPr="009846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94566" w14:textId="77777777" w:rsidR="001F0F0B" w:rsidRDefault="001F0F0B" w:rsidP="00C16ABF">
      <w:pPr>
        <w:spacing w:after="0" w:line="240" w:lineRule="auto"/>
      </w:pPr>
      <w:r>
        <w:separator/>
      </w:r>
    </w:p>
  </w:endnote>
  <w:endnote w:type="continuationSeparator" w:id="0">
    <w:p w14:paraId="397784B1" w14:textId="77777777" w:rsidR="001F0F0B" w:rsidRDefault="001F0F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9EA1C" w14:textId="77777777" w:rsidR="001F0F0B" w:rsidRDefault="001F0F0B" w:rsidP="00C16ABF">
      <w:pPr>
        <w:spacing w:after="0" w:line="240" w:lineRule="auto"/>
      </w:pPr>
      <w:r>
        <w:separator/>
      </w:r>
    </w:p>
  </w:footnote>
  <w:footnote w:type="continuationSeparator" w:id="0">
    <w:p w14:paraId="5614FD7A" w14:textId="77777777" w:rsidR="001F0F0B" w:rsidRDefault="001F0F0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D44"/>
    <w:multiLevelType w:val="hybridMultilevel"/>
    <w:tmpl w:val="E7263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1539B9"/>
    <w:multiLevelType w:val="hybridMultilevel"/>
    <w:tmpl w:val="51801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22C60"/>
    <w:multiLevelType w:val="hybridMultilevel"/>
    <w:tmpl w:val="E6A62810"/>
    <w:lvl w:ilvl="0" w:tplc="305215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620541">
    <w:abstractNumId w:val="1"/>
  </w:num>
  <w:num w:numId="2" w16cid:durableId="377822555">
    <w:abstractNumId w:val="2"/>
  </w:num>
  <w:num w:numId="3" w16cid:durableId="267280160">
    <w:abstractNumId w:val="0"/>
  </w:num>
  <w:num w:numId="4" w16cid:durableId="93536239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592"/>
    <w:rsid w:val="00042A51"/>
    <w:rsid w:val="00042D2E"/>
    <w:rsid w:val="00044C82"/>
    <w:rsid w:val="00053F50"/>
    <w:rsid w:val="0006786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018"/>
    <w:rsid w:val="00101AB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0F0B"/>
    <w:rsid w:val="001F2CA2"/>
    <w:rsid w:val="002144C0"/>
    <w:rsid w:val="0022477D"/>
    <w:rsid w:val="00224CBE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26153"/>
    <w:rsid w:val="003343CF"/>
    <w:rsid w:val="00346FE9"/>
    <w:rsid w:val="0034759A"/>
    <w:rsid w:val="003503F6"/>
    <w:rsid w:val="003508B9"/>
    <w:rsid w:val="003530DD"/>
    <w:rsid w:val="00363F78"/>
    <w:rsid w:val="0036652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B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52F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5990"/>
    <w:rsid w:val="00706544"/>
    <w:rsid w:val="007072BA"/>
    <w:rsid w:val="0071620A"/>
    <w:rsid w:val="00724677"/>
    <w:rsid w:val="00725459"/>
    <w:rsid w:val="00726C01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2CD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D3E"/>
    <w:rsid w:val="008E64F4"/>
    <w:rsid w:val="008F12C9"/>
    <w:rsid w:val="008F4CBC"/>
    <w:rsid w:val="008F6E29"/>
    <w:rsid w:val="00916188"/>
    <w:rsid w:val="00923D7D"/>
    <w:rsid w:val="009508DF"/>
    <w:rsid w:val="00950DAC"/>
    <w:rsid w:val="009519A2"/>
    <w:rsid w:val="00954A07"/>
    <w:rsid w:val="0098466D"/>
    <w:rsid w:val="0098553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2D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BD"/>
    <w:rsid w:val="00A97DE1"/>
    <w:rsid w:val="00AB053C"/>
    <w:rsid w:val="00AC1A44"/>
    <w:rsid w:val="00AD1146"/>
    <w:rsid w:val="00AD27D3"/>
    <w:rsid w:val="00AD3B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D58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10"/>
    <w:rsid w:val="00C36992"/>
    <w:rsid w:val="00C46785"/>
    <w:rsid w:val="00C56036"/>
    <w:rsid w:val="00C61DC5"/>
    <w:rsid w:val="00C67E92"/>
    <w:rsid w:val="00C70A26"/>
    <w:rsid w:val="00C766DF"/>
    <w:rsid w:val="00C94B98"/>
    <w:rsid w:val="00C96462"/>
    <w:rsid w:val="00CA1E97"/>
    <w:rsid w:val="00CA2B96"/>
    <w:rsid w:val="00CA5089"/>
    <w:rsid w:val="00CD6897"/>
    <w:rsid w:val="00CE5BAC"/>
    <w:rsid w:val="00CF25BE"/>
    <w:rsid w:val="00CF78ED"/>
    <w:rsid w:val="00D02B25"/>
    <w:rsid w:val="00D02EBA"/>
    <w:rsid w:val="00D042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C5440"/>
    <w:rsid w:val="00DE09C0"/>
    <w:rsid w:val="00DE4A14"/>
    <w:rsid w:val="00DF320D"/>
    <w:rsid w:val="00DF71C8"/>
    <w:rsid w:val="00E129B8"/>
    <w:rsid w:val="00E21E7D"/>
    <w:rsid w:val="00E22FBC"/>
    <w:rsid w:val="00E24BAD"/>
    <w:rsid w:val="00E24BF5"/>
    <w:rsid w:val="00E25338"/>
    <w:rsid w:val="00E36BA4"/>
    <w:rsid w:val="00E51E44"/>
    <w:rsid w:val="00E63348"/>
    <w:rsid w:val="00E76ED9"/>
    <w:rsid w:val="00E77E88"/>
    <w:rsid w:val="00E8107D"/>
    <w:rsid w:val="00E960BB"/>
    <w:rsid w:val="00EA2074"/>
    <w:rsid w:val="00EA4832"/>
    <w:rsid w:val="00EA4E9D"/>
    <w:rsid w:val="00EB69D7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12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C81BDD"/>
    <w:rsid w:val="0795E4FB"/>
    <w:rsid w:val="0849A9FD"/>
    <w:rsid w:val="1A5A8390"/>
    <w:rsid w:val="1C50F71B"/>
    <w:rsid w:val="1EB667CC"/>
    <w:rsid w:val="2121F74A"/>
    <w:rsid w:val="21E33C14"/>
    <w:rsid w:val="2257A3ED"/>
    <w:rsid w:val="2A55C8DB"/>
    <w:rsid w:val="35919D1A"/>
    <w:rsid w:val="39915372"/>
    <w:rsid w:val="3AC31CCF"/>
    <w:rsid w:val="3B549182"/>
    <w:rsid w:val="3BFE6414"/>
    <w:rsid w:val="3D78EB49"/>
    <w:rsid w:val="422143C9"/>
    <w:rsid w:val="49447BE2"/>
    <w:rsid w:val="4ABA2029"/>
    <w:rsid w:val="4AEA0060"/>
    <w:rsid w:val="4C80112E"/>
    <w:rsid w:val="4D3C8A1B"/>
    <w:rsid w:val="4E57F7BC"/>
    <w:rsid w:val="50CE9D5B"/>
    <w:rsid w:val="5788F832"/>
    <w:rsid w:val="59D5A3AD"/>
    <w:rsid w:val="5B71614B"/>
    <w:rsid w:val="5DB2E1DF"/>
    <w:rsid w:val="5EE1CD03"/>
    <w:rsid w:val="60F4CD62"/>
    <w:rsid w:val="617492E1"/>
    <w:rsid w:val="67D675CC"/>
    <w:rsid w:val="69BB7B94"/>
    <w:rsid w:val="70BAE176"/>
    <w:rsid w:val="71915E0D"/>
    <w:rsid w:val="71B5651D"/>
    <w:rsid w:val="72760DDA"/>
    <w:rsid w:val="744034B3"/>
    <w:rsid w:val="74B36692"/>
    <w:rsid w:val="777FED23"/>
    <w:rsid w:val="7854CD46"/>
    <w:rsid w:val="7A331228"/>
    <w:rsid w:val="7B95C97A"/>
    <w:rsid w:val="7BBBB2FE"/>
    <w:rsid w:val="7E80A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39AD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7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7D994-5DA2-45A8-8DDA-23BE0A3F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952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10</cp:revision>
  <cp:lastPrinted>2019-02-06T12:12:00Z</cp:lastPrinted>
  <dcterms:created xsi:type="dcterms:W3CDTF">2021-12-08T16:22:00Z</dcterms:created>
  <dcterms:modified xsi:type="dcterms:W3CDTF">2025-11-14T23:48:00Z</dcterms:modified>
</cp:coreProperties>
</file>